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E4D3A" w14:textId="1F2A5098" w:rsidR="00D44239" w:rsidRDefault="00F07BE9" w:rsidP="00447B8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č. 5</w:t>
      </w:r>
      <w:r w:rsidR="00447B8F"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67ECF6CF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Čestné prohlášení dodav</w:t>
      </w:r>
      <w:r w:rsidR="00101F14">
        <w:rPr>
          <w:rFonts w:ascii="Arial" w:hAnsi="Arial" w:cs="Arial"/>
          <w:b/>
        </w:rPr>
        <w:t>atele o splnění kvalifikace na nadlimitní</w:t>
      </w:r>
      <w:r w:rsidRPr="00447B8F">
        <w:rPr>
          <w:rFonts w:ascii="Arial" w:hAnsi="Arial" w:cs="Arial"/>
          <w:b/>
        </w:rPr>
        <w:t xml:space="preserve"> veřejnou zakázku 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6D8D9080" w:rsidR="00D8160F" w:rsidRPr="00447B8F" w:rsidRDefault="00D8160F" w:rsidP="00EB2E3D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7B8F">
              <w:rPr>
                <w:rFonts w:ascii="Arial" w:hAnsi="Arial" w:cs="Arial"/>
                <w:sz w:val="20"/>
                <w:szCs w:val="20"/>
              </w:rPr>
              <w:t>VZ</w:t>
            </w:r>
            <w:r w:rsidR="00EB2E3D">
              <w:rPr>
                <w:rFonts w:ascii="Arial" w:hAnsi="Arial" w:cs="Arial"/>
                <w:sz w:val="20"/>
                <w:szCs w:val="20"/>
              </w:rPr>
              <w:t>16</w:t>
            </w:r>
            <w:r w:rsidR="00447B8F">
              <w:rPr>
                <w:rFonts w:ascii="Arial" w:hAnsi="Arial" w:cs="Arial"/>
                <w:sz w:val="20"/>
                <w:szCs w:val="20"/>
              </w:rPr>
              <w:t xml:space="preserve">/2018 – </w:t>
            </w:r>
            <w:r w:rsidR="00EB2E3D" w:rsidRPr="00EB2E3D">
              <w:rPr>
                <w:rFonts w:ascii="Arial" w:hAnsi="Arial" w:cs="Arial"/>
                <w:sz w:val="20"/>
                <w:szCs w:val="20"/>
              </w:rPr>
              <w:t>Výběr poskytovatele servisních služeb, pneuservisu a oprav vozidel ČRo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5C803E76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="00337619">
        <w:rPr>
          <w:rFonts w:ascii="Arial" w:hAnsi="Arial" w:cs="Arial"/>
          <w:sz w:val="20"/>
          <w:szCs w:val="20"/>
        </w:rPr>
        <w:t>k, ve znění pozdějších předpisů.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6E9D1BC" w14:textId="23829AB6" w:rsidR="00BF5695" w:rsidRDefault="009B7A74" w:rsidP="009B7A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Dále prohlašuji pravdivost následujících údajů v rámci technické kvalifikace:</w:t>
      </w:r>
    </w:p>
    <w:p w14:paraId="75D2C0A7" w14:textId="77777777" w:rsidR="009B7A74" w:rsidRPr="009B7A74" w:rsidRDefault="009B7A74" w:rsidP="009B7A74">
      <w:pPr>
        <w:rPr>
          <w:rFonts w:ascii="Arial" w:hAnsi="Arial" w:cs="Arial"/>
          <w:sz w:val="20"/>
          <w:szCs w:val="20"/>
        </w:rPr>
      </w:pPr>
    </w:p>
    <w:p w14:paraId="131FED72" w14:textId="6F10BF31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6632FAD2" w:rsidR="00593E12" w:rsidRPr="00447B8F" w:rsidRDefault="00EB2E3D" w:rsidP="00EB2E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objednatele</w:t>
            </w:r>
            <w:r w:rsidR="00593E12"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396DCB33" w:rsidR="00593E12" w:rsidRPr="00447B8F" w:rsidRDefault="00593E12" w:rsidP="00EB2E3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2E3D">
              <w:rPr>
                <w:rFonts w:ascii="Arial" w:hAnsi="Arial" w:cs="Arial"/>
                <w:sz w:val="20"/>
                <w:szCs w:val="20"/>
              </w:rPr>
              <w:t>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0F545BE5" w:rsidR="00593E12" w:rsidRPr="00447B8F" w:rsidRDefault="00593E12" w:rsidP="00EB2E3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EB2E3D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41C0D331" w:rsidR="00593E12" w:rsidRPr="00447B8F" w:rsidRDefault="00593E12" w:rsidP="00EB2E3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Kontaktní osoba </w:t>
            </w:r>
            <w:r w:rsidR="00EB2E3D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2:</w:t>
      </w:r>
    </w:p>
    <w:p w14:paraId="43CA92D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45029" w:rsidRPr="00447B8F" w14:paraId="74869D96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D6FE552" w14:textId="36FFED1A" w:rsidR="00E45029" w:rsidRPr="00447B8F" w:rsidRDefault="00E45029" w:rsidP="00B708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D62DD" w14:textId="603D7C85" w:rsidR="00E45029" w:rsidRPr="00447B8F" w:rsidRDefault="00E45029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45029" w:rsidRPr="00447B8F" w14:paraId="27F5E532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B587382" w14:textId="4C0AD960" w:rsidR="00E45029" w:rsidRPr="00447B8F" w:rsidRDefault="00E45029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543159" w14:textId="1E521846" w:rsidR="00E45029" w:rsidRPr="00447B8F" w:rsidRDefault="00E45029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45029" w:rsidRPr="00447B8F" w14:paraId="67A54C92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F667C0B" w14:textId="37A949C7" w:rsidR="00E45029" w:rsidRPr="00447B8F" w:rsidRDefault="00E45029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17369" w14:textId="763CE7C3" w:rsidR="00E45029" w:rsidRPr="00447B8F" w:rsidRDefault="00E45029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45029" w:rsidRPr="00447B8F" w14:paraId="2E78501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B777D8A" w14:textId="5F43B944" w:rsidR="00E45029" w:rsidRPr="00447B8F" w:rsidRDefault="00E45029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1804AE" w14:textId="30A3AA55" w:rsidR="00E45029" w:rsidRPr="00447B8F" w:rsidRDefault="00E45029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45029" w:rsidRPr="00447B8F" w14:paraId="7AB17B07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8A65E9F" w14:textId="1A783F7E" w:rsidR="00E45029" w:rsidRPr="00447B8F" w:rsidRDefault="00E45029" w:rsidP="00B7081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88DDCC" w14:textId="383D8288" w:rsidR="00E45029" w:rsidRPr="00447B8F" w:rsidRDefault="00E45029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A1A2F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32B7C60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05C9A3EC" w14:textId="50410245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3:</w:t>
      </w:r>
    </w:p>
    <w:p w14:paraId="23A254A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E45029" w:rsidRPr="00447B8F" w14:paraId="00C0D651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5963BD3" w14:textId="1BC46775" w:rsidR="00E45029" w:rsidRPr="00447B8F" w:rsidRDefault="00E45029" w:rsidP="00B708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F81C720" w14:textId="1C180FDA" w:rsidR="00E45029" w:rsidRPr="00447B8F" w:rsidRDefault="00E45029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45029" w:rsidRPr="00447B8F" w14:paraId="5CDA9AA8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0EAA40B" w14:textId="3D079D11" w:rsidR="00E45029" w:rsidRPr="00447B8F" w:rsidRDefault="00E45029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4A3D978" w14:textId="63E0D2D1" w:rsidR="00E45029" w:rsidRPr="00447B8F" w:rsidRDefault="00E45029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45029" w:rsidRPr="00447B8F" w14:paraId="2B888D99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96C0A41" w14:textId="1E29663D" w:rsidR="00E45029" w:rsidRPr="00447B8F" w:rsidRDefault="00E45029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D236AE" w14:textId="0AA4DAAE" w:rsidR="00E45029" w:rsidRPr="00447B8F" w:rsidRDefault="00E45029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45029" w:rsidRPr="00447B8F" w14:paraId="0453C1C1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0ACFF00" w14:textId="72247109" w:rsidR="00E45029" w:rsidRPr="00447B8F" w:rsidRDefault="00E45029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7BF635C" w14:textId="63281DA3" w:rsidR="00E45029" w:rsidRPr="00447B8F" w:rsidRDefault="00E45029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45029" w:rsidRPr="00447B8F" w14:paraId="4FA5B1C4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C3CA9DC" w14:textId="1D3361EE" w:rsidR="00E45029" w:rsidRPr="00447B8F" w:rsidRDefault="00E45029" w:rsidP="00B7081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E4D1EDB" w14:textId="669B62CD" w:rsidR="00E45029" w:rsidRPr="00447B8F" w:rsidRDefault="00E45029" w:rsidP="00B7081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475352F" w14:textId="77777777"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14:paraId="510D1211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F8601A5" w14:textId="38728FB6" w:rsidR="00593E12" w:rsidRPr="00447B8F" w:rsidRDefault="00593E12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02FA1247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AB64635" w14:textId="67375421" w:rsidR="009B7A74" w:rsidRPr="00CB2C6E" w:rsidRDefault="009B7A74" w:rsidP="009B7A74">
      <w:pPr>
        <w:jc w:val="both"/>
        <w:rPr>
          <w:rFonts w:ascii="Arial" w:hAnsi="Arial" w:cs="Arial"/>
          <w:i/>
          <w:color w:val="000000" w:themeColor="text1"/>
          <w:sz w:val="20"/>
        </w:rPr>
      </w:pPr>
      <w:r w:rsidRPr="00CB2C6E">
        <w:rPr>
          <w:rFonts w:ascii="Arial" w:hAnsi="Arial" w:cs="Arial"/>
          <w:color w:val="000000" w:themeColor="text1"/>
          <w:sz w:val="20"/>
          <w:szCs w:val="20"/>
        </w:rPr>
        <w:t>Prohlašuji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47B8F">
        <w:rPr>
          <w:rFonts w:ascii="Arial" w:hAnsi="Arial" w:cs="Arial"/>
          <w:sz w:val="20"/>
          <w:szCs w:val="20"/>
        </w:rPr>
        <w:t xml:space="preserve">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  <w:r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poskytl plnění ve výše uveden</w:t>
      </w:r>
      <w:r>
        <w:rPr>
          <w:rFonts w:ascii="Arial" w:hAnsi="Arial" w:cs="Arial"/>
          <w:sz w:val="20"/>
          <w:szCs w:val="20"/>
        </w:rPr>
        <w:t>ých referenčních zakázk</w:t>
      </w:r>
      <w:r>
        <w:rPr>
          <w:rFonts w:ascii="Arial" w:hAnsi="Arial" w:cs="Arial"/>
          <w:sz w:val="20"/>
          <w:szCs w:val="20"/>
        </w:rPr>
        <w:t>ách řádně a odborně.</w:t>
      </w:r>
    </w:p>
    <w:p w14:paraId="2F45FAE1" w14:textId="77777777" w:rsidR="009B7A74" w:rsidRPr="00447B8F" w:rsidRDefault="009B7A74" w:rsidP="00E542D0">
      <w:pPr>
        <w:jc w:val="both"/>
        <w:rPr>
          <w:rFonts w:ascii="Arial" w:hAnsi="Arial" w:cs="Arial"/>
          <w:sz w:val="20"/>
          <w:szCs w:val="20"/>
        </w:rPr>
      </w:pPr>
    </w:p>
    <w:p w14:paraId="4D06E6C6" w14:textId="77777777" w:rsidR="001137C9" w:rsidRPr="00447B8F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bookmarkStart w:id="0" w:name="_GoBack"/>
      <w:bookmarkEnd w:id="0"/>
      <w:proofErr w:type="spellEnd"/>
    </w:p>
    <w:p w14:paraId="7825809F" w14:textId="77777777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</w:p>
    <w:p w14:paraId="51C43C8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70524507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1F2F1CC6" w14:textId="77777777" w:rsidR="001648E6" w:rsidRPr="00447B8F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p w14:paraId="6D6F9BE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DBC4A00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B6FC9A0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3A96E10F" w14:textId="77777777" w:rsidR="00D44239" w:rsidRPr="00447B8F" w:rsidRDefault="00AE7EA0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447B8F">
        <w:rPr>
          <w:rFonts w:ascii="Arial" w:hAnsi="Arial" w:cs="Arial"/>
          <w:sz w:val="20"/>
          <w:szCs w:val="20"/>
        </w:rPr>
        <w:tab/>
      </w:r>
      <w:r w:rsidR="001648E6" w:rsidRPr="00447B8F">
        <w:rPr>
          <w:rFonts w:ascii="Arial" w:hAnsi="Arial" w:cs="Arial"/>
          <w:sz w:val="20"/>
          <w:szCs w:val="20"/>
        </w:rPr>
        <w:tab/>
      </w:r>
    </w:p>
    <w:p w14:paraId="4944BF83" w14:textId="77777777" w:rsidR="001648E6" w:rsidRPr="00447B8F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447B8F">
        <w:rPr>
          <w:rFonts w:ascii="Arial" w:hAnsi="Arial" w:cs="Arial"/>
          <w:sz w:val="20"/>
          <w:szCs w:val="20"/>
        </w:rPr>
        <w:t>podpis</w:t>
      </w:r>
      <w:r w:rsidR="001137C9" w:rsidRPr="00447B8F">
        <w:rPr>
          <w:rFonts w:ascii="Arial" w:hAnsi="Arial" w:cs="Arial"/>
          <w:sz w:val="20"/>
          <w:szCs w:val="20"/>
        </w:rPr>
        <w:t xml:space="preserve"> (a případně razítko)</w:t>
      </w:r>
    </w:p>
    <w:sectPr w:rsidR="001648E6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0226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6A473" w14:textId="77777777" w:rsidR="00C81970" w:rsidRDefault="00C81970">
      <w:r>
        <w:separator/>
      </w:r>
    </w:p>
  </w:endnote>
  <w:endnote w:type="continuationSeparator" w:id="0">
    <w:p w14:paraId="35265300" w14:textId="77777777" w:rsidR="00C81970" w:rsidRDefault="00C81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E614FA" w14:textId="77777777" w:rsidR="00C81970" w:rsidRDefault="00C81970">
      <w:r>
        <w:separator/>
      </w:r>
    </w:p>
  </w:footnote>
  <w:footnote w:type="continuationSeparator" w:id="0">
    <w:p w14:paraId="6D94C1A3" w14:textId="77777777" w:rsidR="00C81970" w:rsidRDefault="00C81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1F14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619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43EBB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4D6E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B7A74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81970"/>
    <w:rsid w:val="00C8636F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5029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2E3D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07BE9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88A8F4FA0DDA419EF890A7EF9704B0" ma:contentTypeVersion="" ma:contentTypeDescription="Vytvoří nový dokument" ma:contentTypeScope="" ma:versionID="af2108a7c8dcb8ca9906d778457327d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4463CA51-64D3-47BD-B1EF-7C84F47E28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3</TotalTime>
  <Pages>2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4</cp:revision>
  <cp:lastPrinted>2018-04-16T14:33:00Z</cp:lastPrinted>
  <dcterms:created xsi:type="dcterms:W3CDTF">2018-08-14T11:27:00Z</dcterms:created>
  <dcterms:modified xsi:type="dcterms:W3CDTF">2018-08-20T06:08:00Z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0x010100D388A8F4FA0DDA419EF890A7EF9704B0</vt:lpwstr>
  </property>
</Properties>
</file>